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3A5DCE" w:rsidP="002D3375" w:rsidRDefault="003A5DCE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3A5DCE" w:rsidP="009C54AE" w:rsidRDefault="003A5DCE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3A5DCE" w:rsidP="00EA4832" w:rsidRDefault="003A5DCE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</w:p>
    <w:p xmlns:wp14="http://schemas.microsoft.com/office/word/2010/wordml" w:rsidR="003A5DCE" w:rsidP="00EA4832" w:rsidRDefault="003A5DCE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3A5DCE" w:rsidP="00EA4832" w:rsidRDefault="003A5DCE" w14:paraId="5E843458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2021-2022</w:t>
      </w:r>
    </w:p>
    <w:p xmlns:wp14="http://schemas.microsoft.com/office/word/2010/wordml" w:rsidRPr="009C54AE" w:rsidR="003A5DCE" w:rsidP="009C54AE" w:rsidRDefault="003A5DCE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A5DCE" w:rsidP="009C54AE" w:rsidRDefault="003A5DCE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3A5DCE" w:rsidTr="53322819" w14:paraId="4C92E3B8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7F1FA2F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4D59">
              <w:rPr>
                <w:rFonts w:ascii="Corbel" w:hAnsi="Corbel"/>
                <w:b w:val="0"/>
                <w:sz w:val="24"/>
                <w:szCs w:val="24"/>
              </w:rPr>
              <w:t>PODSTAWY MEDYCYNY KATASTROF</w:t>
            </w:r>
          </w:p>
        </w:tc>
      </w:tr>
      <w:tr xmlns:wp14="http://schemas.microsoft.com/office/word/2010/wordml" w:rsidRPr="009C54AE" w:rsidR="003A5DCE" w:rsidTr="53322819" w14:paraId="449C623B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462406C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xmlns:wp14="http://schemas.microsoft.com/office/word/2010/wordml" w:rsidRPr="009C54AE" w:rsidR="003A5DCE" w:rsidTr="53322819" w14:paraId="5C0172EC" wp14:textId="77777777">
        <w:tc>
          <w:tcPr>
            <w:tcW w:w="2694" w:type="dxa"/>
            <w:tcMar/>
            <w:vAlign w:val="center"/>
          </w:tcPr>
          <w:p w:rsidRPr="00A44AF7" w:rsidR="003A5DCE" w:rsidP="00EA4832" w:rsidRDefault="003A5DCE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A5DCE" w:rsidTr="53322819" w14:paraId="0AEA36E1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A5DCE" w:rsidTr="53322819" w14:paraId="08E2BE52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3A5DCE" w:rsidTr="53322819" w14:paraId="728115D6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205B0BB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3A5DCE" w:rsidTr="53322819" w14:paraId="77AD840C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3A5DCE" w:rsidTr="53322819" w14:paraId="5C70B2EB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53322819" w:rsidRDefault="003A5DCE" w14:paraId="56B68402" wp14:textId="79CEA9D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3322819" w:rsidR="4ECA42D3">
              <w:rPr>
                <w:rFonts w:ascii="Corbel" w:hAnsi="Corbel"/>
                <w:b w:val="0"/>
                <w:bCs w:val="0"/>
                <w:sz w:val="24"/>
                <w:szCs w:val="24"/>
              </w:rPr>
              <w:t>Nies</w:t>
            </w:r>
            <w:r w:rsidRPr="53322819" w:rsidR="003A5DCE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3A5DCE" w:rsidTr="53322819" w14:paraId="5A65CEDF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C757280" w:rsidRDefault="003A5DCE" w14:paraId="3F91719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xmlns:wp14="http://schemas.microsoft.com/office/word/2010/wordml" w:rsidRPr="009C54AE" w:rsidR="003A5DCE" w:rsidTr="53322819" w14:paraId="2724D578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6FA8B5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3A5DCE" w:rsidTr="53322819" w14:paraId="26EB6C12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09C54AE" w:rsidRDefault="003A5DCE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3A5DCE" w:rsidTr="53322819" w14:paraId="0F0515BE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C757280" w:rsidRDefault="003A5DCE" w14:paraId="0E42A16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xmlns:wp14="http://schemas.microsoft.com/office/word/2010/wordml" w:rsidRPr="009C54AE" w:rsidR="003A5DCE" w:rsidTr="53322819" w14:paraId="6FB587FA" wp14:textId="77777777">
        <w:tc>
          <w:tcPr>
            <w:tcW w:w="2694" w:type="dxa"/>
            <w:tcMar/>
            <w:vAlign w:val="center"/>
          </w:tcPr>
          <w:p w:rsidRPr="00A44AF7" w:rsidR="003A5DCE" w:rsidP="009C54AE" w:rsidRDefault="003A5DCE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3A5DCE" w:rsidP="0C757280" w:rsidRDefault="003A5DCE" w14:paraId="0DD55C2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Jan Ziobro</w:t>
            </w:r>
          </w:p>
        </w:tc>
      </w:tr>
    </w:tbl>
    <w:p xmlns:wp14="http://schemas.microsoft.com/office/word/2010/wordml" w:rsidRPr="009C54AE" w:rsidR="003A5DCE" w:rsidP="009C54AE" w:rsidRDefault="003A5DCE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3A5DCE" w:rsidP="009C54AE" w:rsidRDefault="003A5DCE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3A5DCE" w:rsidP="009C54AE" w:rsidRDefault="003A5DCE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3A5DCE" w:rsidP="009C54AE" w:rsidRDefault="003A5DCE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3A5DCE" w:rsidTr="53322819" w14:paraId="4A00F406" wp14:textId="77777777">
        <w:tc>
          <w:tcPr>
            <w:tcW w:w="1048" w:type="dxa"/>
            <w:tcMar/>
          </w:tcPr>
          <w:p w:rsidRPr="00A44AF7" w:rsidR="003A5DCE" w:rsidP="009C54AE" w:rsidRDefault="003A5DCE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A44AF7" w:rsidR="003A5DCE" w:rsidP="009C54AE" w:rsidRDefault="003A5DCE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Mar/>
            <w:vAlign w:val="center"/>
          </w:tcPr>
          <w:p w:rsidRPr="00A44AF7" w:rsidR="003A5DCE" w:rsidP="009C54AE" w:rsidRDefault="003A5DCE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Mar/>
            <w:vAlign w:val="center"/>
          </w:tcPr>
          <w:p w:rsidRPr="00A44AF7" w:rsidR="003A5DCE" w:rsidP="009C54AE" w:rsidRDefault="003A5DCE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A44AF7" w:rsidR="003A5DCE" w:rsidP="009C54AE" w:rsidRDefault="003A5DCE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Mar/>
            <w:vAlign w:val="center"/>
          </w:tcPr>
          <w:p w:rsidRPr="00A44AF7" w:rsidR="003A5DCE" w:rsidP="009C54AE" w:rsidRDefault="003A5DCE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Mar/>
            <w:vAlign w:val="center"/>
          </w:tcPr>
          <w:p w:rsidRPr="00A44AF7" w:rsidR="003A5DCE" w:rsidP="009C54AE" w:rsidRDefault="003A5DCE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Mar/>
            <w:vAlign w:val="center"/>
          </w:tcPr>
          <w:p w:rsidRPr="00A44AF7" w:rsidR="003A5DCE" w:rsidP="009C54AE" w:rsidRDefault="003A5DCE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Mar/>
            <w:vAlign w:val="center"/>
          </w:tcPr>
          <w:p w:rsidRPr="00A44AF7" w:rsidR="003A5DCE" w:rsidP="009C54AE" w:rsidRDefault="003A5DCE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Mar/>
            <w:vAlign w:val="center"/>
          </w:tcPr>
          <w:p w:rsidRPr="00A44AF7" w:rsidR="003A5DCE" w:rsidP="009C54AE" w:rsidRDefault="003A5DCE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tcMar/>
            <w:vAlign w:val="center"/>
          </w:tcPr>
          <w:p w:rsidRPr="00A44AF7" w:rsidR="003A5DCE" w:rsidP="009C54AE" w:rsidRDefault="003A5DCE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3A5DCE" w:rsidTr="53322819" w14:paraId="38E5E0D9" wp14:textId="77777777">
        <w:trPr>
          <w:trHeight w:val="453"/>
        </w:trPr>
        <w:tc>
          <w:tcPr>
            <w:tcW w:w="1048" w:type="dxa"/>
            <w:tcMar/>
          </w:tcPr>
          <w:p w:rsidRPr="009C54AE" w:rsidR="003A5DCE" w:rsidP="009C54AE" w:rsidRDefault="003A5DCE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Mar/>
            <w:vAlign w:val="center"/>
          </w:tcPr>
          <w:p w:rsidRPr="009C54AE" w:rsidR="003A5DCE" w:rsidP="009C54AE" w:rsidRDefault="003A5DCE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3A5DCE" w:rsidP="009C54AE" w:rsidRDefault="003A5DCE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3A5DCE" w:rsidP="53322819" w:rsidRDefault="003A5DCE" w14:paraId="5007C906" wp14:textId="63A93910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3322819" w:rsidR="093CA9B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Mar/>
            <w:vAlign w:val="center"/>
          </w:tcPr>
          <w:p w:rsidRPr="009C54AE" w:rsidR="003A5DCE" w:rsidP="009C54AE" w:rsidRDefault="003A5DCE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3A5DCE" w:rsidP="009C54AE" w:rsidRDefault="003A5DCE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3A5DCE" w:rsidP="009C54AE" w:rsidRDefault="003A5DCE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3A5DCE" w:rsidP="009C54AE" w:rsidRDefault="003A5DCE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3A5DCE" w:rsidP="009C54AE" w:rsidRDefault="003A5DCE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3A5DCE" w:rsidP="009C54AE" w:rsidRDefault="003A5DC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3A5DCE" w:rsidP="009C54AE" w:rsidRDefault="003A5DCE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A5DCE" w:rsidP="009C54AE" w:rsidRDefault="003A5DCE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3A5DCE" w:rsidP="00F83B28" w:rsidRDefault="003A5DCE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3A5DCE" w:rsidP="00F83B28" w:rsidRDefault="003A5DCE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3A5DCE" w:rsidP="00F83B28" w:rsidRDefault="003A5DCE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3A5DCE" w:rsidP="009C54AE" w:rsidRDefault="003A5DCE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F83B28" w:rsidRDefault="003A5DCE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xmlns:wp14="http://schemas.microsoft.com/office/word/2010/wordml" w:rsidR="003A5DCE" w:rsidP="009C54AE" w:rsidRDefault="003A5DC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3A5DCE" w:rsidP="009C54AE" w:rsidRDefault="003A5DC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A5DCE" w:rsidP="009C54AE" w:rsidRDefault="003A5DCE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A5DCE" w:rsidTr="00745302" w14:paraId="748A3465" wp14:textId="77777777">
        <w:tc>
          <w:tcPr>
            <w:tcW w:w="9670" w:type="dxa"/>
          </w:tcPr>
          <w:p w:rsidRPr="009C54AE" w:rsidR="003A5DCE" w:rsidP="009C54AE" w:rsidRDefault="003A5DCE" w14:paraId="69BFB5C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  <w:p w:rsidRPr="009C54AE" w:rsidR="003A5DCE" w:rsidP="009C54AE" w:rsidRDefault="003A5DCE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3A5DCE" w:rsidP="009C54AE" w:rsidRDefault="003A5DCE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3A5DCE" w:rsidP="009C54AE" w:rsidRDefault="003A5DCE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3A5DCE" w:rsidP="009C54AE" w:rsidRDefault="003A5DCE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3A5DCE" w:rsidP="009C54AE" w:rsidRDefault="003A5DCE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3A5DCE" w:rsidP="009C54AE" w:rsidRDefault="003A5DCE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3A5DCE" w:rsidTr="00923D7D" w14:paraId="77288F21" wp14:textId="77777777">
        <w:tc>
          <w:tcPr>
            <w:tcW w:w="851" w:type="dxa"/>
            <w:vAlign w:val="center"/>
          </w:tcPr>
          <w:p w:rsidRPr="00A44AF7" w:rsidR="003A5DCE" w:rsidP="00534D59" w:rsidRDefault="003A5DCE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2FECC33B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3A5DCE" w:rsidTr="00923D7D" w14:paraId="5C4DA417" wp14:textId="77777777">
        <w:tc>
          <w:tcPr>
            <w:tcW w:w="851" w:type="dxa"/>
            <w:vAlign w:val="center"/>
          </w:tcPr>
          <w:p w:rsidRPr="00A44AF7" w:rsidR="003A5DCE" w:rsidP="00534D59" w:rsidRDefault="003A5DCE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6368775A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C54AE" w:rsidR="003A5DCE" w:rsidTr="00923D7D" w14:paraId="39E896AC" wp14:textId="77777777">
        <w:tc>
          <w:tcPr>
            <w:tcW w:w="851" w:type="dxa"/>
            <w:vAlign w:val="center"/>
          </w:tcPr>
          <w:p w:rsidRPr="00A44AF7" w:rsidR="003A5DCE" w:rsidP="00534D59" w:rsidRDefault="003A5DCE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4E1F82" w:rsidR="003A5DCE" w:rsidP="00534D59" w:rsidRDefault="003A5DCE" w14:paraId="20DD6735" wp14:textId="77777777">
            <w:pPr>
              <w:pStyle w:val="ListParagraph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3A5DCE" w:rsidP="009C54AE" w:rsidRDefault="003A5DCE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3A5DCE" w:rsidP="009C54AE" w:rsidRDefault="003A5DCE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3A5DCE" w:rsidP="009C54AE" w:rsidRDefault="003A5DCE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</w:tblGrid>
      <w:tr xmlns:wp14="http://schemas.microsoft.com/office/word/2010/wordml" w:rsidRPr="009C54AE" w:rsidR="003A5DCE" w:rsidTr="0071620A" w14:paraId="2DFED260" wp14:textId="77777777">
        <w:tc>
          <w:tcPr>
            <w:tcW w:w="1701" w:type="dxa"/>
            <w:vAlign w:val="center"/>
          </w:tcPr>
          <w:p w:rsidRPr="009C54AE" w:rsidR="003A5DCE" w:rsidP="009C54AE" w:rsidRDefault="003A5DCE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3A5DCE" w:rsidP="00C05F44" w:rsidRDefault="003A5DCE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3A5DCE" w:rsidP="00C05F44" w:rsidRDefault="003A5DCE" w14:paraId="4527C5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3A5DCE" w:rsidTr="005E6E85" w14:paraId="30A66FE1" wp14:textId="77777777">
        <w:tc>
          <w:tcPr>
            <w:tcW w:w="1701" w:type="dxa"/>
          </w:tcPr>
          <w:p w:rsidRPr="004E5B25" w:rsidR="003A5DCE" w:rsidP="00534D59" w:rsidRDefault="003A5DCE" w14:paraId="4FCA5964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4E5B25" w:rsidR="003A5DCE" w:rsidP="00534D59" w:rsidRDefault="003A5DCE" w14:paraId="6C78FB0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</w:t>
            </w:r>
            <w:r w:rsidRPr="004E5B25">
              <w:rPr>
                <w:b w:val="0"/>
                <w:smallCaps w:val="0"/>
                <w:szCs w:val="24"/>
              </w:rPr>
              <w:t>dentyfikuje zagrożenia bezpieczeństwa w skali lokalnej, regionalnej, narodowej i globalnej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223BB374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zCs w:val="24"/>
              </w:rPr>
              <w:t>W09</w:t>
            </w:r>
          </w:p>
        </w:tc>
      </w:tr>
      <w:tr xmlns:wp14="http://schemas.microsoft.com/office/word/2010/wordml" w:rsidRPr="009C54AE" w:rsidR="003A5DCE" w:rsidTr="005E6E85" w14:paraId="1AF0168B" wp14:textId="77777777">
        <w:tc>
          <w:tcPr>
            <w:tcW w:w="1701" w:type="dxa"/>
          </w:tcPr>
          <w:p w:rsidRPr="004E5B25" w:rsidR="003A5DCE" w:rsidP="00534D59" w:rsidRDefault="003A5DCE" w14:paraId="56A76B1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4E5B25" w:rsidR="003A5DCE" w:rsidP="00534D59" w:rsidRDefault="003A5DCE" w14:paraId="7EE142A5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4E5B25">
              <w:rPr>
                <w:b w:val="0"/>
                <w:smallCaps w:val="0"/>
                <w:szCs w:val="24"/>
              </w:rPr>
              <w:t>na istotę bezpieczeństwa w skali globalnej, regionalnej i</w:t>
            </w:r>
            <w:r>
              <w:rPr>
                <w:b w:val="0"/>
                <w:smallCaps w:val="0"/>
                <w:szCs w:val="24"/>
              </w:rPr>
              <w:t> </w:t>
            </w:r>
            <w:r w:rsidRPr="004E5B25">
              <w:rPr>
                <w:b w:val="0"/>
                <w:smallCaps w:val="0"/>
                <w:szCs w:val="24"/>
              </w:rPr>
              <w:t>lokalnej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39AE7B68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</w:t>
            </w:r>
            <w:r w:rsidRPr="004E5B25">
              <w:rPr>
                <w:b w:val="0"/>
                <w:smallCaps w:val="0"/>
                <w:szCs w:val="24"/>
              </w:rPr>
              <w:t>10</w:t>
            </w:r>
          </w:p>
        </w:tc>
      </w:tr>
      <w:tr xmlns:wp14="http://schemas.microsoft.com/office/word/2010/wordml" w:rsidRPr="009C54AE" w:rsidR="003A5DCE" w:rsidTr="005E6E85" w14:paraId="0C40810D" wp14:textId="77777777">
        <w:tc>
          <w:tcPr>
            <w:tcW w:w="1701" w:type="dxa"/>
          </w:tcPr>
          <w:p w:rsidRPr="004E5B25" w:rsidR="003A5DCE" w:rsidP="00534D59" w:rsidRDefault="003A5DCE" w14:paraId="4196080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A57933" w:rsidR="003A5DCE" w:rsidP="00534D59" w:rsidRDefault="003A5DCE" w14:paraId="1FD0DE13" wp14:textId="77777777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A57933">
              <w:rPr>
                <w:rFonts w:ascii="Times New Roman" w:hAnsi="Times New Roman"/>
                <w:sz w:val="24"/>
                <w:szCs w:val="24"/>
              </w:rPr>
              <w:t>na zasady udzielania pierwszej pomocy oraz pomocy przedlekarskiej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3A5DCE" w:rsidP="00534D59" w:rsidRDefault="003A5DCE" w14:paraId="698E63CA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W11</w:t>
            </w:r>
          </w:p>
        </w:tc>
      </w:tr>
      <w:tr xmlns:wp14="http://schemas.microsoft.com/office/word/2010/wordml" w:rsidRPr="009C54AE" w:rsidR="003A5DCE" w:rsidTr="005E6E85" w14:paraId="66E83DEA" wp14:textId="77777777">
        <w:tc>
          <w:tcPr>
            <w:tcW w:w="1701" w:type="dxa"/>
          </w:tcPr>
          <w:p w:rsidRPr="004E5B25" w:rsidR="003A5DCE" w:rsidP="00534D59" w:rsidRDefault="003A5DCE" w14:paraId="78C3198C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4E5B25" w:rsidR="003A5DCE" w:rsidP="00534D59" w:rsidRDefault="003A5DCE" w14:paraId="39423C20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  <w:r>
              <w:rPr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60E101E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W14</w:t>
            </w:r>
          </w:p>
        </w:tc>
      </w:tr>
      <w:tr xmlns:wp14="http://schemas.microsoft.com/office/word/2010/wordml" w:rsidRPr="009C54AE" w:rsidR="003A5DCE" w:rsidTr="005E6E85" w14:paraId="17958D0D" wp14:textId="77777777">
        <w:tc>
          <w:tcPr>
            <w:tcW w:w="1701" w:type="dxa"/>
          </w:tcPr>
          <w:p w:rsidRPr="004E5B25" w:rsidR="003A5DCE" w:rsidP="00534D59" w:rsidRDefault="003A5DCE" w14:paraId="74357262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4E5B25" w:rsidR="003A5DCE" w:rsidP="00534D59" w:rsidRDefault="003A5DCE" w14:paraId="693DF55C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osiada umiejętność oceny przydatności metod i procedur do realizacji zadań związanych z różnymi sferami bezpieczeństwa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57FAD144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>
              <w:rPr>
                <w:b w:val="0"/>
                <w:smallCaps w:val="0"/>
                <w:szCs w:val="24"/>
              </w:rPr>
              <w:t>U0</w:t>
            </w:r>
            <w:r w:rsidRPr="004E5B25">
              <w:rPr>
                <w:b w:val="0"/>
                <w:smallCaps w:val="0"/>
                <w:szCs w:val="24"/>
              </w:rPr>
              <w:t>9</w:t>
            </w:r>
          </w:p>
        </w:tc>
      </w:tr>
      <w:tr xmlns:wp14="http://schemas.microsoft.com/office/word/2010/wordml" w:rsidRPr="009C54AE" w:rsidR="003A5DCE" w:rsidTr="005E6E85" w14:paraId="388CA08B" wp14:textId="77777777">
        <w:tc>
          <w:tcPr>
            <w:tcW w:w="1701" w:type="dxa"/>
          </w:tcPr>
          <w:p w:rsidRPr="004E5B25" w:rsidR="003A5DCE" w:rsidP="00534D59" w:rsidRDefault="003A5DCE" w14:paraId="139A5216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4E5B25" w:rsidR="003A5DCE" w:rsidP="00534D59" w:rsidRDefault="003A5DCE" w14:paraId="6304EE9C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otrafi wyjaśniać i porządkować relacje zachodzące między procesami, podmiotami, strukturami oraz 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>procesami determinującymi bezpieczeństwo wewnętrzne, narodowe i międzynarodowe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1A5D6DC2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U10</w:t>
            </w:r>
          </w:p>
        </w:tc>
      </w:tr>
      <w:tr xmlns:wp14="http://schemas.microsoft.com/office/word/2010/wordml" w:rsidRPr="009C54AE" w:rsidR="003A5DCE" w:rsidTr="005E6E85" w14:paraId="3C0E86D3" wp14:textId="77777777">
        <w:tc>
          <w:tcPr>
            <w:tcW w:w="1701" w:type="dxa"/>
          </w:tcPr>
          <w:p w:rsidRPr="004E5B25" w:rsidR="003A5DCE" w:rsidP="00534D59" w:rsidRDefault="003A5DCE" w14:paraId="55CE86DB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4E5B25" w:rsidR="003A5DCE" w:rsidP="00534D59" w:rsidRDefault="003A5DCE" w14:paraId="4946E037" wp14:textId="7777777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4E5B25">
              <w:rPr>
                <w:rFonts w:ascii="Times New Roman" w:hAnsi="Times New Roman"/>
                <w:sz w:val="24"/>
                <w:szCs w:val="24"/>
                <w:lang w:eastAsia="pl-PL"/>
              </w:rPr>
              <w:t>Jest przygotowany do aktywności i wspierania działalności specjalistycznych służb odpowiedzialnych za bezpieczeństwo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03B83849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U15</w:t>
            </w:r>
          </w:p>
        </w:tc>
      </w:tr>
      <w:tr xmlns:wp14="http://schemas.microsoft.com/office/word/2010/wordml" w:rsidRPr="009C54AE" w:rsidR="003A5DCE" w:rsidTr="005E6E85" w14:paraId="423BB98B" wp14:textId="77777777">
        <w:tc>
          <w:tcPr>
            <w:tcW w:w="1701" w:type="dxa"/>
          </w:tcPr>
          <w:p w:rsidRPr="004E5B25" w:rsidR="003A5DCE" w:rsidP="00534D59" w:rsidRDefault="003A5DCE" w14:paraId="30AC254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4E5B25" w:rsidR="003A5DCE" w:rsidP="00534D59" w:rsidRDefault="003A5DCE" w14:paraId="678195EF" wp14:textId="777777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4E5B25">
              <w:rPr>
                <w:rFonts w:ascii="Times New Roman" w:hAnsi="Times New Roman"/>
                <w:sz w:val="24"/>
                <w:szCs w:val="24"/>
              </w:rPr>
              <w:t xml:space="preserve">otrafi doskonalić nabytą wiedzę i umiejętności na podstawie dostępnych informacji oraz obserwowanych zjawisk i na podstawie nowych sytuacji 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Pr="004E5B25" w:rsidR="003A5DCE" w:rsidP="00534D59" w:rsidRDefault="003A5DCE" w14:paraId="2585C346" wp14:textId="7777777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</w:t>
            </w:r>
            <w:r w:rsidRPr="004E5B25">
              <w:rPr>
                <w:b w:val="0"/>
                <w:smallCaps w:val="0"/>
                <w:szCs w:val="24"/>
              </w:rPr>
              <w:t>K06</w:t>
            </w:r>
          </w:p>
        </w:tc>
      </w:tr>
    </w:tbl>
    <w:p xmlns:wp14="http://schemas.microsoft.com/office/word/2010/wordml" w:rsidRPr="009C54AE" w:rsidR="003A5DCE" w:rsidP="009C54AE" w:rsidRDefault="003A5DCE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534D59" w:rsidR="003A5DCE" w:rsidP="00534D59" w:rsidRDefault="003A5DCE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3A5DCE" w:rsidP="009C54AE" w:rsidRDefault="003A5DCE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781"/>
      </w:tblGrid>
      <w:tr xmlns:wp14="http://schemas.microsoft.com/office/word/2010/wordml" w:rsidRPr="004E1F82" w:rsidR="003A5DCE" w:rsidTr="009D7D7B" w14:paraId="587EA2A8" wp14:textId="77777777">
        <w:trPr>
          <w:trHeight w:val="335"/>
        </w:trPr>
        <w:tc>
          <w:tcPr>
            <w:tcW w:w="9781" w:type="dxa"/>
          </w:tcPr>
          <w:p w:rsidRPr="004E1F82" w:rsidR="003A5DCE" w:rsidP="009D7D7B" w:rsidRDefault="003A5DCE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4E1F82" w:rsidR="003A5DCE" w:rsidTr="009D7D7B" w14:paraId="0D5FDB95" wp14:textId="77777777">
        <w:tc>
          <w:tcPr>
            <w:tcW w:w="9781" w:type="dxa"/>
            <w:vAlign w:val="center"/>
          </w:tcPr>
          <w:p w:rsidRPr="004E1F82" w:rsidR="003A5DCE" w:rsidP="009D7D7B" w:rsidRDefault="003A5DCE" w14:paraId="6FBA3AAD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xmlns:wp14="http://schemas.microsoft.com/office/word/2010/wordml" w:rsidRPr="004E1F82" w:rsidR="003A5DCE" w:rsidTr="009D7D7B" w14:paraId="72E83DB2" wp14:textId="77777777">
        <w:tc>
          <w:tcPr>
            <w:tcW w:w="9781" w:type="dxa"/>
            <w:vAlign w:val="center"/>
          </w:tcPr>
          <w:p w:rsidRPr="004E1F82" w:rsidR="003A5DCE" w:rsidP="009D7D7B" w:rsidRDefault="003A5DCE" w14:paraId="1FE4B281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xmlns:wp14="http://schemas.microsoft.com/office/word/2010/wordml" w:rsidRPr="004E1F82" w:rsidR="003A5DCE" w:rsidTr="009D7D7B" w14:paraId="2D6C5B34" wp14:textId="77777777">
        <w:tc>
          <w:tcPr>
            <w:tcW w:w="9781" w:type="dxa"/>
            <w:vAlign w:val="center"/>
          </w:tcPr>
          <w:p w:rsidRPr="004E1F82" w:rsidR="003A5DCE" w:rsidP="009D7D7B" w:rsidRDefault="003A5DCE" w14:paraId="7711774A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xmlns:wp14="http://schemas.microsoft.com/office/word/2010/wordml" w:rsidRPr="004E1F82" w:rsidR="003A5DCE" w:rsidTr="009D7D7B" w14:paraId="2278CECE" wp14:textId="77777777">
        <w:tc>
          <w:tcPr>
            <w:tcW w:w="9781" w:type="dxa"/>
            <w:vAlign w:val="center"/>
          </w:tcPr>
          <w:p w:rsidRPr="004E1F82" w:rsidR="003A5DCE" w:rsidP="009D7D7B" w:rsidRDefault="003A5DCE" w14:paraId="5371FE93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xmlns:wp14="http://schemas.microsoft.com/office/word/2010/wordml" w:rsidRPr="004E1F82" w:rsidR="003A5DCE" w:rsidTr="009D7D7B" w14:paraId="63A1ED3D" wp14:textId="77777777">
        <w:tc>
          <w:tcPr>
            <w:tcW w:w="9781" w:type="dxa"/>
            <w:vAlign w:val="center"/>
          </w:tcPr>
          <w:p w:rsidRPr="004E1F82" w:rsidR="003A5DCE" w:rsidP="009D7D7B" w:rsidRDefault="003A5DCE" w14:paraId="259807A5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xmlns:wp14="http://schemas.microsoft.com/office/word/2010/wordml" w:rsidRPr="004E1F82" w:rsidR="003A5DCE" w:rsidTr="009D7D7B" w14:paraId="0C26EECF" wp14:textId="77777777">
        <w:tc>
          <w:tcPr>
            <w:tcW w:w="9781" w:type="dxa"/>
            <w:vAlign w:val="center"/>
          </w:tcPr>
          <w:p w:rsidRPr="004E1F82" w:rsidR="003A5DCE" w:rsidP="009D7D7B" w:rsidRDefault="003A5DCE" w14:paraId="765F6B72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chemiczne.</w:t>
            </w:r>
          </w:p>
        </w:tc>
      </w:tr>
      <w:tr xmlns:wp14="http://schemas.microsoft.com/office/word/2010/wordml" w:rsidRPr="004E1F82" w:rsidR="003A5DCE" w:rsidTr="009D7D7B" w14:paraId="0DCA277B" wp14:textId="77777777">
        <w:tc>
          <w:tcPr>
            <w:tcW w:w="9781" w:type="dxa"/>
            <w:vAlign w:val="center"/>
          </w:tcPr>
          <w:p w:rsidRPr="004E1F82" w:rsidR="003A5DCE" w:rsidP="009D7D7B" w:rsidRDefault="003A5DCE" w14:paraId="76FE0456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xmlns:wp14="http://schemas.microsoft.com/office/word/2010/wordml" w:rsidRPr="004E1F82" w:rsidR="003A5DCE" w:rsidTr="009D7D7B" w14:paraId="6F557B19" wp14:textId="77777777">
        <w:tc>
          <w:tcPr>
            <w:tcW w:w="9781" w:type="dxa"/>
            <w:vAlign w:val="center"/>
          </w:tcPr>
          <w:p w:rsidRPr="004E1F82" w:rsidR="003A5DCE" w:rsidP="009D7D7B" w:rsidRDefault="003A5DCE" w14:paraId="74A60388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xmlns:wp14="http://schemas.microsoft.com/office/word/2010/wordml" w:rsidRPr="004E1F82" w:rsidR="003A5DCE" w:rsidTr="009D7D7B" w14:paraId="0B88B832" wp14:textId="77777777">
        <w:tc>
          <w:tcPr>
            <w:tcW w:w="9781" w:type="dxa"/>
            <w:vAlign w:val="center"/>
          </w:tcPr>
          <w:p w:rsidRPr="004E1F82" w:rsidR="003A5DCE" w:rsidP="009D7D7B" w:rsidRDefault="003A5DCE" w14:paraId="66CC9A53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xmlns:wp14="http://schemas.microsoft.com/office/word/2010/wordml" w:rsidRPr="004E1F82" w:rsidR="003A5DCE" w:rsidTr="009D7D7B" w14:paraId="5D869A63" wp14:textId="77777777">
        <w:tc>
          <w:tcPr>
            <w:tcW w:w="9781" w:type="dxa"/>
            <w:vAlign w:val="center"/>
          </w:tcPr>
          <w:p w:rsidRPr="004E1F82" w:rsidR="003A5DCE" w:rsidP="009D7D7B" w:rsidRDefault="003A5DCE" w14:paraId="2670927A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xmlns:wp14="http://schemas.microsoft.com/office/word/2010/wordml" w:rsidRPr="009C54AE" w:rsidR="003A5DCE" w:rsidP="009C54AE" w:rsidRDefault="003A5DCE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3A5DCE" w:rsidP="009C54AE" w:rsidRDefault="003A5DCE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3A5DCE" w:rsidP="009C54AE" w:rsidRDefault="003A5DCE" w14:paraId="3461D7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5B4BE57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3A5DCE" w:rsidP="009C54AE" w:rsidRDefault="003A5DCE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3A5DCE" w:rsidP="009C54AE" w:rsidRDefault="003A5DCE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3A5DCE" w:rsidP="009C54AE" w:rsidRDefault="003A5DCE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62"/>
        <w:gridCol w:w="5440"/>
        <w:gridCol w:w="2118"/>
      </w:tblGrid>
      <w:tr xmlns:wp14="http://schemas.microsoft.com/office/word/2010/wordml" w:rsidRPr="009C54AE" w:rsidR="003A5DCE" w:rsidTr="00D1669F" w14:paraId="3CD72C34" wp14:textId="77777777">
        <w:tc>
          <w:tcPr>
            <w:tcW w:w="1962" w:type="dxa"/>
            <w:vAlign w:val="center"/>
          </w:tcPr>
          <w:p w:rsidRPr="009C54AE" w:rsidR="003A5DCE" w:rsidP="009C54AE" w:rsidRDefault="003A5DCE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:rsidRPr="009C54AE" w:rsidR="003A5DCE" w:rsidP="009C54AE" w:rsidRDefault="003A5DCE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3A5DCE" w:rsidP="009C54AE" w:rsidRDefault="003A5DCE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:rsidRPr="009C54AE" w:rsidR="003A5DCE" w:rsidP="009C54AE" w:rsidRDefault="003A5DCE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3A5DCE" w:rsidP="009C54AE" w:rsidRDefault="003A5DCE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3A5DCE" w:rsidTr="00D1669F" w14:paraId="13962D05" wp14:textId="77777777">
        <w:tc>
          <w:tcPr>
            <w:tcW w:w="1962" w:type="dxa"/>
          </w:tcPr>
          <w:p w:rsidRPr="004E5B25" w:rsidR="003A5DCE" w:rsidP="0056082C" w:rsidRDefault="003A5DCE" w14:paraId="38E57954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2B6F5A78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3F1C56C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464ACA7D" wp14:textId="77777777">
        <w:tc>
          <w:tcPr>
            <w:tcW w:w="1962" w:type="dxa"/>
          </w:tcPr>
          <w:p w:rsidRPr="004E5B25" w:rsidR="003A5DCE" w:rsidP="0056082C" w:rsidRDefault="003A5DCE" w14:paraId="7E001888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3B9AFEFF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569C77CD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66B0F421" wp14:textId="77777777">
        <w:tc>
          <w:tcPr>
            <w:tcW w:w="1962" w:type="dxa"/>
          </w:tcPr>
          <w:p w:rsidRPr="004E5B25" w:rsidR="003A5DCE" w:rsidP="0056082C" w:rsidRDefault="003A5DCE" w14:paraId="002D746F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65FC4E3C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6EBE0FA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564E4956" wp14:textId="77777777">
        <w:tc>
          <w:tcPr>
            <w:tcW w:w="1962" w:type="dxa"/>
          </w:tcPr>
          <w:p w:rsidRPr="004E5B25" w:rsidR="003A5DCE" w:rsidP="0056082C" w:rsidRDefault="003A5DCE" w14:paraId="5990E71B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63C0D402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3B93665F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1A155F0C" wp14:textId="77777777">
        <w:tc>
          <w:tcPr>
            <w:tcW w:w="1962" w:type="dxa"/>
          </w:tcPr>
          <w:p w:rsidRPr="004E5B25" w:rsidR="003A5DCE" w:rsidP="0056082C" w:rsidRDefault="003A5DCE" w14:paraId="4A2F1096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44D6F99B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:rsidRPr="004E5B25" w:rsidR="003A5DCE" w:rsidP="0056082C" w:rsidRDefault="003A5DCE" w14:paraId="69371403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7E8120F3" wp14:textId="77777777">
        <w:tc>
          <w:tcPr>
            <w:tcW w:w="1962" w:type="dxa"/>
          </w:tcPr>
          <w:p w:rsidRPr="004E5B25" w:rsidR="003A5DCE" w:rsidP="0056082C" w:rsidRDefault="003A5DCE" w14:paraId="1E73F495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0142AD33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1799DE39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0FF7D464" wp14:textId="77777777">
        <w:tc>
          <w:tcPr>
            <w:tcW w:w="1962" w:type="dxa"/>
          </w:tcPr>
          <w:p w:rsidRPr="004E5B25" w:rsidR="003A5DCE" w:rsidP="0056082C" w:rsidRDefault="003A5DCE" w14:paraId="1E02E8DD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EK_07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0EF32084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Pr="004E5B25" w:rsidR="003A5DCE" w:rsidP="0056082C" w:rsidRDefault="003A5DCE" w14:paraId="5412D0AD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3A5DCE" w:rsidTr="00D1669F" w14:paraId="70365EBC" wp14:textId="77777777">
        <w:tc>
          <w:tcPr>
            <w:tcW w:w="1962" w:type="dxa"/>
          </w:tcPr>
          <w:p w:rsidRPr="004E5B25" w:rsidR="003A5DCE" w:rsidP="0056082C" w:rsidRDefault="003A5DCE" w14:paraId="436220D0" wp14:textId="7777777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EK_08</w:t>
            </w:r>
          </w:p>
        </w:tc>
        <w:tc>
          <w:tcPr>
            <w:tcW w:w="5440" w:type="dxa"/>
            <w:vAlign w:val="bottom"/>
          </w:tcPr>
          <w:p w:rsidRPr="004E1F82" w:rsidR="003A5DCE" w:rsidP="0056082C" w:rsidRDefault="003A5DCE" w14:paraId="7E1ACAA6" wp14:textId="77777777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:rsidRPr="004E5B25" w:rsidR="003A5DCE" w:rsidP="0056082C" w:rsidRDefault="003A5DCE" w14:paraId="34AE8E0E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3A5DCE" w:rsidP="009C54AE" w:rsidRDefault="003A5DCE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3A5DCE" w:rsidP="009C54AE" w:rsidRDefault="003A5DCE" w14:paraId="0562CB0E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3A5DCE" w:rsidTr="00923D7D" w14:paraId="6225814E" wp14:textId="77777777">
        <w:tc>
          <w:tcPr>
            <w:tcW w:w="9670" w:type="dxa"/>
          </w:tcPr>
          <w:p w:rsidRPr="004E1F82" w:rsidR="003A5DCE" w:rsidP="0056082C" w:rsidRDefault="003A5DCE" w14:paraId="3199B04B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:rsidRPr="004E1F82" w:rsidR="003A5DCE" w:rsidP="0056082C" w:rsidRDefault="003A5DCE" w14:paraId="5149A0BF" wp14:textId="777777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:rsidRPr="004E1F82" w:rsidR="003A5DCE" w:rsidP="0056082C" w:rsidRDefault="003A5DCE" w14:paraId="712B6850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:rsidRPr="004E1F82" w:rsidR="003A5DCE" w:rsidP="0056082C" w:rsidRDefault="003A5DCE" w14:paraId="3EE4B186" wp14:textId="77777777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:rsidR="003A5DCE" w:rsidP="0056082C" w:rsidRDefault="003A5DCE" w14:paraId="3E755869" wp14:textId="77777777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:rsidR="003A5DCE" w:rsidP="0056082C" w:rsidRDefault="003A5DCE" w14:paraId="34CE0A41" wp14:textId="77777777">
            <w:pPr>
              <w:pStyle w:val="Punktygwne"/>
              <w:spacing w:before="0" w:after="0"/>
              <w:rPr>
                <w:szCs w:val="24"/>
              </w:rPr>
            </w:pPr>
          </w:p>
          <w:p w:rsidRPr="003C02B1" w:rsidR="003A5DCE" w:rsidP="0056082C" w:rsidRDefault="003A5DCE" w14:paraId="48D0F382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:rsidRPr="003C02B1" w:rsidR="003A5DCE" w:rsidP="0056082C" w:rsidRDefault="003A5DCE" w14:paraId="20FAE82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:rsidRPr="003C02B1" w:rsidR="003A5DCE" w:rsidP="0056082C" w:rsidRDefault="003A5DCE" w14:paraId="3A99E0FB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:rsidRPr="003C02B1" w:rsidR="003A5DCE" w:rsidP="0056082C" w:rsidRDefault="003A5DCE" w14:paraId="0BEE23C1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:rsidRPr="003C02B1" w:rsidR="003A5DCE" w:rsidP="0056082C" w:rsidRDefault="003A5DCE" w14:paraId="00EBBA4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:rsidR="003A5DCE" w:rsidP="0056082C" w:rsidRDefault="003A5DCE" w14:paraId="3C59A55F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:rsidRPr="0056082C" w:rsidR="003A5DCE" w:rsidP="0056082C" w:rsidRDefault="003A5DCE" w14:paraId="62EBF3C5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A5DCE" w:rsidP="0056082C" w:rsidRDefault="003A5DCE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3A5DCE" w:rsidP="009C54AE" w:rsidRDefault="003A5DCE" w14:paraId="6D98A1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3A5DCE" w:rsidP="009C54AE" w:rsidRDefault="003A5DCE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3A5DCE" w:rsidP="009C54AE" w:rsidRDefault="003A5DCE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3A5DCE" w:rsidTr="53322819" w14:paraId="63D9DE79" wp14:textId="77777777">
        <w:tc>
          <w:tcPr>
            <w:tcW w:w="4962" w:type="dxa"/>
            <w:tcMar/>
            <w:vAlign w:val="center"/>
          </w:tcPr>
          <w:p w:rsidRPr="009C54AE" w:rsidR="003A5DCE" w:rsidP="009C54AE" w:rsidRDefault="003A5DCE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3A5DCE" w:rsidP="009C54AE" w:rsidRDefault="003A5DCE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3A5DCE" w:rsidTr="53322819" w14:paraId="33472E7B" wp14:textId="77777777">
        <w:tc>
          <w:tcPr>
            <w:tcW w:w="4962" w:type="dxa"/>
            <w:tcMar/>
          </w:tcPr>
          <w:p w:rsidRPr="009C54AE" w:rsidR="003A5DCE" w:rsidP="009C54AE" w:rsidRDefault="003A5DCE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3A5DCE" w:rsidP="53322819" w:rsidRDefault="003A5DCE" w14:paraId="72A4FFC0" wp14:textId="7D23D45B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53322819" w:rsidR="0AC72B8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3A5DCE" w:rsidTr="53322819" w14:paraId="079485E9" wp14:textId="77777777">
        <w:tc>
          <w:tcPr>
            <w:tcW w:w="4962" w:type="dxa"/>
            <w:tcMar/>
          </w:tcPr>
          <w:p w:rsidRPr="009C54AE" w:rsidR="003A5DCE" w:rsidP="009C54AE" w:rsidRDefault="003A5DCE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3A5DCE" w:rsidP="009C54AE" w:rsidRDefault="003A5DCE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3A5DCE" w:rsidP="009C54AE" w:rsidRDefault="003A5DCE" w14:paraId="33CFEC6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3A5DCE" w:rsidTr="53322819" w14:paraId="3457159C" wp14:textId="77777777">
        <w:tc>
          <w:tcPr>
            <w:tcW w:w="4962" w:type="dxa"/>
            <w:tcMar/>
          </w:tcPr>
          <w:p w:rsidRPr="009C54AE" w:rsidR="003A5DCE" w:rsidP="009C54AE" w:rsidRDefault="003A5DCE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3A5DCE" w:rsidP="009C54AE" w:rsidRDefault="003A5DCE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3A5DCE" w:rsidP="53322819" w:rsidRDefault="003A5DCE" w14:paraId="4BFDD700" wp14:textId="2E9C1FB0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53322819" w:rsidR="59FF4F5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3A5DCE" w:rsidTr="53322819" w14:paraId="00D7B6FD" wp14:textId="77777777">
        <w:tc>
          <w:tcPr>
            <w:tcW w:w="4962" w:type="dxa"/>
            <w:tcMar/>
          </w:tcPr>
          <w:p w:rsidRPr="009C54AE" w:rsidR="003A5DCE" w:rsidP="009C54AE" w:rsidRDefault="003A5DCE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3A5DCE" w:rsidP="009C54AE" w:rsidRDefault="003A5DCE" w14:paraId="174B12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3A5DCE" w:rsidTr="53322819" w14:paraId="0AD00C0E" wp14:textId="77777777">
        <w:tc>
          <w:tcPr>
            <w:tcW w:w="4962" w:type="dxa"/>
            <w:tcMar/>
          </w:tcPr>
          <w:p w:rsidRPr="009C54AE" w:rsidR="003A5DCE" w:rsidP="009C54AE" w:rsidRDefault="003A5DCE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3A5DCE" w:rsidP="009C54AE" w:rsidRDefault="003A5DCE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3A5DCE" w:rsidP="009C54AE" w:rsidRDefault="003A5DCE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3A5DCE" w:rsidP="009C54AE" w:rsidRDefault="003A5DCE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3A5DCE" w:rsidP="009C54AE" w:rsidRDefault="003A5DCE" w14:paraId="3FE9F23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3A5DCE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3A5DCE" w:rsidP="009C54AE" w:rsidRDefault="003A5DCE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3A5DCE" w:rsidP="009C54AE" w:rsidRDefault="003A5DCE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3A5DCE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3A5DCE" w:rsidP="009C54AE" w:rsidRDefault="003A5DCE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3A5DCE" w:rsidP="009C54AE" w:rsidRDefault="003A5DCE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61CDCEAD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3A5DCE" w:rsidP="009C54AE" w:rsidRDefault="003A5DCE" w14:paraId="6BB9E25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7513"/>
      </w:tblGrid>
      <w:tr xmlns:wp14="http://schemas.microsoft.com/office/word/2010/wordml" w:rsidRPr="009C54AE" w:rsidR="003A5DCE" w:rsidTr="0071620A" w14:paraId="2F21F446" wp14:textId="77777777">
        <w:trPr>
          <w:trHeight w:val="397"/>
        </w:trPr>
        <w:tc>
          <w:tcPr>
            <w:tcW w:w="7513" w:type="dxa"/>
          </w:tcPr>
          <w:p w:rsidR="003A5DCE" w:rsidP="009C54AE" w:rsidRDefault="003A5DCE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35CB7" w:rsidR="003A5DCE" w:rsidP="009C54AE" w:rsidRDefault="003A5DCE" w14:paraId="23DE523C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AE6956" w:rsidR="003A5DCE" w:rsidP="00EE7574" w:rsidRDefault="003A5DCE" w14:paraId="2674DAF6" wp14:textId="77777777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>Kryzysy, katastrofy, kataklizmy : w kontekście narastania zagrożeń / red. Katarzyna Popiołek, Augustyn Bańka. - Poznań : Stowarzyszenie Psychologia i Architektura, cop.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:rsidRPr="00AE6956" w:rsidR="003A5DCE" w:rsidP="00EE7574" w:rsidRDefault="003A5DCE" w14:paraId="18037BD3" wp14:textId="77777777">
            <w:pPr>
              <w:pStyle w:val="Heading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Wydaw. Lekarskie PZWL, cop.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:rsidRPr="00EE7574" w:rsidR="003A5DCE" w:rsidP="00EE7574" w:rsidRDefault="003A5DCE" w14:paraId="0DC36A57" wp14:textId="77777777">
            <w:pPr>
              <w:pStyle w:val="Heading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Ratownictwo medyczne wobec współczesnych zagrożeń / red. Arkadiusz Trzos, Elamed, Katowice 2019.</w:t>
            </w:r>
          </w:p>
          <w:p w:rsidRPr="006D7C3C" w:rsidR="003A5DCE" w:rsidP="00A435CB" w:rsidRDefault="003A5DCE" w14:paraId="4A91D747" wp14:textId="77777777">
            <w:pPr>
              <w:spacing w:after="120"/>
            </w:pPr>
            <w:r w:rsidRPr="00AE6956">
              <w:rPr>
                <w:sz w:val="24"/>
                <w:szCs w:val="24"/>
              </w:rPr>
              <w:t>Ratownictwo medyczne w wypadkach masowych / red Jan Ciećkiewicz, Górnicki Wydawnictwo Medyczne, Wrocław 2005.</w:t>
            </w:r>
          </w:p>
        </w:tc>
      </w:tr>
      <w:tr xmlns:wp14="http://schemas.microsoft.com/office/word/2010/wordml" w:rsidRPr="009C54AE" w:rsidR="003A5DCE" w:rsidTr="0071620A" w14:paraId="2866EC3C" wp14:textId="77777777">
        <w:trPr>
          <w:trHeight w:val="397"/>
        </w:trPr>
        <w:tc>
          <w:tcPr>
            <w:tcW w:w="7513" w:type="dxa"/>
          </w:tcPr>
          <w:p w:rsidR="003A5DCE" w:rsidP="009C54AE" w:rsidRDefault="003A5DCE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EE7574" w:rsidR="003A5DCE" w:rsidP="0056082C" w:rsidRDefault="003A5DCE" w14:paraId="217215E4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Herwig Stopfkuchen ; [tł. z niem. Iwona Zawada]. - Wyd. 1 pol. / red. Juliusz Jakubaszko. - Wrocław : MedPharm Polska, cop. 2010. </w:t>
            </w:r>
          </w:p>
          <w:p w:rsidRPr="00EE7574" w:rsidR="003A5DCE" w:rsidP="0056082C" w:rsidRDefault="003A5DCE" w14:paraId="1457D7DA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Narciarstwo / Józef Czopik, Małgorzata Pasławska. - Warszawa: Wydawnictwo Lekarskie PZWL, cop. 2011.</w:t>
            </w:r>
          </w:p>
          <w:p w:rsidRPr="00EE7574" w:rsidR="003A5DCE" w:rsidP="0056082C" w:rsidRDefault="003A5DCE" w14:paraId="68BA3704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:rsidRPr="00EE7574" w:rsidR="003A5DCE" w:rsidP="00AB44D4" w:rsidRDefault="003A5DCE" w14:paraId="2B31EF2D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Oznaki życia: przypadki z intensywnej terapii / Ken Hillman ; przekł. [z ang.] Urszula Jachimczak. - Kraków : Wydawnictwo Znak, 2011.</w:t>
            </w:r>
          </w:p>
          <w:p w:rsidRPr="00EE7574" w:rsidR="003A5DCE" w:rsidP="00AB44D4" w:rsidRDefault="003A5DCE" w14:paraId="52E56223" wp14:textId="77777777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:rsidRPr="00EE7574" w:rsidR="003A5DCE" w:rsidP="00AB44D4" w:rsidRDefault="003A5DCE" w14:paraId="12B32C1F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:rsidRPr="00EE7574" w:rsidR="003A5DCE" w:rsidP="0056082C" w:rsidRDefault="003A5DCE" w14:paraId="07547A01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Pr="00EE7574" w:rsidR="003A5DCE" w:rsidP="0056082C" w:rsidRDefault="003A5DCE" w14:paraId="61479126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Triage: ratunkowa segregacja medyczna / red. Kevin Mackway-Jones, Janet Marsden, Jill Windle; [tł. z jęz. ang.: Krzysztof Dudek]. - Wyd. 1 pol. red. Janusz Jakubaszko. - Wrocław: Elsevier Urban &amp; Partner, cop. 2012.</w:t>
            </w:r>
          </w:p>
          <w:p w:rsidRPr="00EE7574" w:rsidR="003A5DCE" w:rsidP="0056082C" w:rsidRDefault="003A5DCE" w14:paraId="5043CB0F" wp14:textId="77777777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Pr="00EE7574" w:rsidR="003A5DCE" w:rsidP="00AB44D4" w:rsidRDefault="003A5DCE" w14:paraId="2B3B524D" wp14:textId="77777777">
            <w:pPr>
              <w:rPr>
                <w:bCs/>
                <w:sz w:val="24"/>
                <w:szCs w:val="24"/>
              </w:rPr>
            </w:pPr>
            <w:bookmarkStart w:name="_GoBack" w:id="0"/>
            <w:r w:rsidRPr="00EE7574">
              <w:rPr>
                <w:bCs/>
                <w:sz w:val="24"/>
                <w:szCs w:val="24"/>
              </w:rPr>
              <w:t>Złota godzina. Czas życia, czas śmierci (wyd.2) / red. Leszek Brongel, wydawnictwo medyczne, Kraków 2007.</w:t>
            </w:r>
          </w:p>
          <w:bookmarkEnd w:id="0"/>
          <w:p w:rsidRPr="0056082C" w:rsidR="003A5DCE" w:rsidP="0056082C" w:rsidRDefault="003A5DCE" w14:paraId="0745931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Pr="009C54AE" w:rsidR="003A5DCE" w:rsidP="009C54AE" w:rsidRDefault="003A5DCE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9C54AE" w:rsidRDefault="003A5DCE" w14:paraId="6DFB9E2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3A5DCE" w:rsidP="00F83B28" w:rsidRDefault="003A5DCE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3A5DCE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3A5DCE" w:rsidP="00C16ABF" w:rsidRDefault="003A5DCE" w14:paraId="70DF9E5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A5DCE" w:rsidP="00C16ABF" w:rsidRDefault="003A5DCE" w14:paraId="44E871B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3A5DCE" w:rsidP="00C16ABF" w:rsidRDefault="003A5DCE" w14:paraId="144A5D2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A5DCE" w:rsidP="00C16ABF" w:rsidRDefault="003A5DCE" w14:paraId="738610EB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A5DCE" w:rsidRDefault="003A5DCE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D820068"/>
    <w:multiLevelType w:val="multilevel"/>
    <w:tmpl w:val="1D0E162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17DD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858C2"/>
    <w:rsid w:val="00291567"/>
    <w:rsid w:val="002A22BF"/>
    <w:rsid w:val="002A2389"/>
    <w:rsid w:val="002A671D"/>
    <w:rsid w:val="002B2DD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DCE"/>
    <w:rsid w:val="003C02B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1F82"/>
    <w:rsid w:val="004E5B25"/>
    <w:rsid w:val="004E6C84"/>
    <w:rsid w:val="004F1551"/>
    <w:rsid w:val="004F55A3"/>
    <w:rsid w:val="0050496F"/>
    <w:rsid w:val="00513B6F"/>
    <w:rsid w:val="00517C63"/>
    <w:rsid w:val="00534D59"/>
    <w:rsid w:val="005363C4"/>
    <w:rsid w:val="00536BDE"/>
    <w:rsid w:val="00543ACC"/>
    <w:rsid w:val="0056082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C3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47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1693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A00ECC"/>
    <w:rsid w:val="00A01111"/>
    <w:rsid w:val="00A155EE"/>
    <w:rsid w:val="00A2245B"/>
    <w:rsid w:val="00A30110"/>
    <w:rsid w:val="00A36899"/>
    <w:rsid w:val="00A371F6"/>
    <w:rsid w:val="00A435CB"/>
    <w:rsid w:val="00A43BF6"/>
    <w:rsid w:val="00A44AF7"/>
    <w:rsid w:val="00A53FA5"/>
    <w:rsid w:val="00A54817"/>
    <w:rsid w:val="00A57933"/>
    <w:rsid w:val="00A601C8"/>
    <w:rsid w:val="00A60799"/>
    <w:rsid w:val="00A77CEF"/>
    <w:rsid w:val="00A84C85"/>
    <w:rsid w:val="00A97DE1"/>
    <w:rsid w:val="00AA04D9"/>
    <w:rsid w:val="00AB053C"/>
    <w:rsid w:val="00AB44D4"/>
    <w:rsid w:val="00AD1146"/>
    <w:rsid w:val="00AD27D3"/>
    <w:rsid w:val="00AD66D6"/>
    <w:rsid w:val="00AE1160"/>
    <w:rsid w:val="00AE203C"/>
    <w:rsid w:val="00AE2E74"/>
    <w:rsid w:val="00AE5FCB"/>
    <w:rsid w:val="00AE695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D8"/>
    <w:rsid w:val="00BB520A"/>
    <w:rsid w:val="00BD3869"/>
    <w:rsid w:val="00BD66E9"/>
    <w:rsid w:val="00BD6FF4"/>
    <w:rsid w:val="00BE58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669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35CB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74"/>
    <w:rsid w:val="00F070AB"/>
    <w:rsid w:val="00F15982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1"/>
    <w:rsid w:val="00FC3F45"/>
    <w:rsid w:val="00FD2D2B"/>
    <w:rsid w:val="00FD503F"/>
    <w:rsid w:val="00FD7589"/>
    <w:rsid w:val="00FF016A"/>
    <w:rsid w:val="00FF1401"/>
    <w:rsid w:val="00FF48E9"/>
    <w:rsid w:val="00FF5E7D"/>
    <w:rsid w:val="093CA9BB"/>
    <w:rsid w:val="0AC72B82"/>
    <w:rsid w:val="0C1D0141"/>
    <w:rsid w:val="0C757280"/>
    <w:rsid w:val="0D55F06C"/>
    <w:rsid w:val="0EF81842"/>
    <w:rsid w:val="235F5EF6"/>
    <w:rsid w:val="382A8D5A"/>
    <w:rsid w:val="3F96B74D"/>
    <w:rsid w:val="4ECA42D3"/>
    <w:rsid w:val="53322819"/>
    <w:rsid w:val="53D811D2"/>
    <w:rsid w:val="59FF4F53"/>
    <w:rsid w:val="70CC8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BF0CBBB"/>
  <w15:docId w15:val="{9C9A3929-A389-4005-9838-66F29418820A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082C"/>
    <w:pPr>
      <w:keepNext/>
      <w:keepLines/>
      <w:spacing w:before="240" w:after="0"/>
      <w:outlineLvl w:val="0"/>
    </w:pPr>
    <w:rPr>
      <w:rFonts w:ascii="Cambria" w:hAnsi="Cambria" w:eastAsia="Times New Roman"/>
      <w:color w:val="365F91"/>
      <w:sz w:val="32"/>
      <w:szCs w:val="32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9"/>
    <w:locked/>
    <w:rsid w:val="0056082C"/>
    <w:rPr>
      <w:rFonts w:ascii="Cambria" w:hAnsi="Cambria" w:cs="Times New Roman"/>
      <w:color w:val="365F91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 w:cs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cs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0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9E2351-73F2-4BA1-8351-FC07F5AF5765}"/>
</file>

<file path=customXml/itemProps2.xml><?xml version="1.0" encoding="utf-8"?>
<ds:datastoreItem xmlns:ds="http://schemas.openxmlformats.org/officeDocument/2006/customXml" ds:itemID="{F7AF12FA-FB7E-4DC5-ADDD-98D7643D6FDE}"/>
</file>

<file path=customXml/itemProps3.xml><?xml version="1.0" encoding="utf-8"?>
<ds:datastoreItem xmlns:ds="http://schemas.openxmlformats.org/officeDocument/2006/customXml" ds:itemID="{040C8F4E-D01D-468E-AF9D-782DFFE242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4</cp:revision>
  <cp:lastPrinted>2019-02-06T12:12:00Z</cp:lastPrinted>
  <dcterms:created xsi:type="dcterms:W3CDTF">2021-11-12T11:58:00Z</dcterms:created>
  <dcterms:modified xsi:type="dcterms:W3CDTF">2021-11-12T20:06:46Z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